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328" w:rsidRDefault="000E60FA" w:rsidP="007D5543">
      <w:pPr>
        <w:jc w:val="center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AA8AF" wp14:editId="6B36102C">
                <wp:simplePos x="0" y="0"/>
                <wp:positionH relativeFrom="column">
                  <wp:posOffset>1110705</wp:posOffset>
                </wp:positionH>
                <wp:positionV relativeFrom="paragraph">
                  <wp:posOffset>685800</wp:posOffset>
                </wp:positionV>
                <wp:extent cx="5429250" cy="8077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67745" w:rsidRPr="001A3F9E" w:rsidRDefault="000E60FA" w:rsidP="001A3F9E">
                            <w:pPr>
                              <w:rPr>
                                <w:b/>
                                <w:spacing w:val="60"/>
                                <w:sz w:val="56"/>
                                <w:szCs w:val="5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pacing w:val="60"/>
                                <w:sz w:val="80"/>
                                <w:szCs w:val="8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Uniform Price List</w:t>
                            </w:r>
                            <w:r w:rsidR="00D67745">
                              <w:rPr>
                                <w:b/>
                                <w:spacing w:val="60"/>
                                <w:sz w:val="80"/>
                                <w:szCs w:val="8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7.45pt;margin-top:54pt;width:427.5pt;height:6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" filled="f" stroked="f">
                <v:textbox>
                  <w:txbxContent>
                    <w:p w:rsidR="00D67745" w:rsidRPr="001A3F9E" w:rsidRDefault="000E60FA" w:rsidP="001A3F9E">
                      <w:pPr>
                        <w:rPr>
                          <w:b/>
                          <w:spacing w:val="60"/>
                          <w:sz w:val="56"/>
                          <w:szCs w:val="5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pacing w:val="60"/>
                          <w:sz w:val="80"/>
                          <w:szCs w:val="8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Uniform Price List</w:t>
                      </w:r>
                      <w:r w:rsidR="00D67745">
                        <w:rPr>
                          <w:b/>
                          <w:spacing w:val="60"/>
                          <w:sz w:val="80"/>
                          <w:szCs w:val="8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C71EF">
        <w:softHyphen/>
      </w:r>
      <w:r w:rsidR="00CC71EF">
        <w:softHyphen/>
      </w:r>
      <w:r w:rsidR="00CC71EF">
        <w:softHyphen/>
      </w:r>
      <w:r w:rsidR="00067930">
        <w:rPr>
          <w:noProof/>
          <w:lang w:val="en-NZ" w:eastAsia="en-NZ"/>
        </w:rPr>
        <w:drawing>
          <wp:inline distT="0" distB="0" distL="0" distR="0" wp14:anchorId="310A2EB0" wp14:editId="6EADE582">
            <wp:extent cx="10326370" cy="6361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26370" cy="636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71EF">
        <w:softHyphen/>
      </w:r>
    </w:p>
    <w:p w:rsidR="008D6328" w:rsidRDefault="008D6328" w:rsidP="008D6328"/>
    <w:p w:rsidR="006A0E33" w:rsidRDefault="006A0E33" w:rsidP="008D6328">
      <w:pPr>
        <w:ind w:firstLine="720"/>
      </w:pPr>
    </w:p>
    <w:p w:rsidR="000E60FA" w:rsidRDefault="000E60FA" w:rsidP="008D6328">
      <w:pPr>
        <w:ind w:firstLine="720"/>
      </w:pPr>
    </w:p>
    <w:p w:rsidR="000E60FA" w:rsidRPr="000E60FA" w:rsidRDefault="000E60FA" w:rsidP="000E60FA">
      <w:pPr>
        <w:ind w:left="720" w:firstLine="720"/>
        <w:rPr>
          <w:rFonts w:asciiTheme="majorHAnsi" w:hAnsiTheme="majorHAnsi" w:cstheme="majorHAnsi"/>
          <w:b/>
          <w:sz w:val="36"/>
          <w:szCs w:val="36"/>
        </w:rPr>
      </w:pPr>
      <w:r w:rsidRPr="000E60FA">
        <w:rPr>
          <w:rFonts w:asciiTheme="majorHAnsi" w:hAnsiTheme="majorHAnsi" w:cstheme="majorHAnsi"/>
          <w:b/>
          <w:sz w:val="36"/>
          <w:szCs w:val="36"/>
        </w:rPr>
        <w:t>Girls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Blouse – white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26.00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Skirt – pleated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90.00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Trousers – black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35.00</w:t>
      </w:r>
    </w:p>
    <w:p w:rsidR="000E60FA" w:rsidRDefault="000E60FA" w:rsidP="008D6328">
      <w:pPr>
        <w:ind w:firstLine="720"/>
        <w:rPr>
          <w:rFonts w:asciiTheme="majorHAnsi" w:hAnsiTheme="majorHAnsi" w:cstheme="majorHAnsi"/>
          <w:sz w:val="32"/>
          <w:szCs w:val="32"/>
        </w:rPr>
      </w:pPr>
    </w:p>
    <w:p w:rsidR="000E60FA" w:rsidRDefault="000E60FA" w:rsidP="008D6328">
      <w:pPr>
        <w:ind w:firstLine="720"/>
        <w:rPr>
          <w:rFonts w:asciiTheme="majorHAnsi" w:hAnsiTheme="majorHAnsi" w:cstheme="majorHAnsi"/>
          <w:sz w:val="32"/>
          <w:szCs w:val="32"/>
        </w:rPr>
      </w:pPr>
    </w:p>
    <w:p w:rsidR="000E60FA" w:rsidRPr="000E60FA" w:rsidRDefault="000E60FA" w:rsidP="000E60FA">
      <w:pPr>
        <w:ind w:left="720" w:firstLine="720"/>
        <w:rPr>
          <w:rFonts w:asciiTheme="majorHAnsi" w:hAnsiTheme="majorHAnsi" w:cstheme="majorHAnsi"/>
          <w:b/>
          <w:sz w:val="36"/>
          <w:szCs w:val="36"/>
        </w:rPr>
      </w:pPr>
      <w:r w:rsidRPr="000E60FA">
        <w:rPr>
          <w:rFonts w:asciiTheme="majorHAnsi" w:hAnsiTheme="majorHAnsi" w:cstheme="majorHAnsi"/>
          <w:b/>
          <w:sz w:val="36"/>
          <w:szCs w:val="36"/>
        </w:rPr>
        <w:t>Boys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Shorts – grey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48.00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Trousers – black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50.00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Socks – grey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15.00</w:t>
      </w:r>
    </w:p>
    <w:p w:rsidR="000E60FA" w:rsidRDefault="000E60FA" w:rsidP="008D6328">
      <w:pPr>
        <w:ind w:firstLine="720"/>
        <w:rPr>
          <w:rFonts w:asciiTheme="majorHAnsi" w:hAnsiTheme="majorHAnsi" w:cstheme="majorHAnsi"/>
          <w:sz w:val="32"/>
          <w:szCs w:val="32"/>
        </w:rPr>
      </w:pPr>
    </w:p>
    <w:p w:rsidR="000E60FA" w:rsidRDefault="000E60FA" w:rsidP="008D6328">
      <w:pPr>
        <w:ind w:firstLine="720"/>
        <w:rPr>
          <w:rFonts w:asciiTheme="majorHAnsi" w:hAnsiTheme="majorHAnsi" w:cstheme="majorHAnsi"/>
          <w:sz w:val="32"/>
          <w:szCs w:val="32"/>
        </w:rPr>
      </w:pPr>
    </w:p>
    <w:p w:rsidR="000E60FA" w:rsidRPr="000E60FA" w:rsidRDefault="000E60FA" w:rsidP="000E60FA">
      <w:pPr>
        <w:ind w:left="720" w:firstLine="720"/>
        <w:rPr>
          <w:rFonts w:asciiTheme="majorHAnsi" w:hAnsiTheme="majorHAnsi" w:cstheme="majorHAnsi"/>
          <w:b/>
          <w:sz w:val="36"/>
          <w:szCs w:val="36"/>
        </w:rPr>
      </w:pPr>
      <w:r w:rsidRPr="000E60FA">
        <w:rPr>
          <w:rFonts w:asciiTheme="majorHAnsi" w:hAnsiTheme="majorHAnsi" w:cstheme="majorHAnsi"/>
          <w:b/>
          <w:sz w:val="36"/>
          <w:szCs w:val="36"/>
        </w:rPr>
        <w:t>Unisex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Polo shirt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30.00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Jersey – maroon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55.00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Polar Fleece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50.00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Jacket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80.00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Cap – black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10.00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Beanie – black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10.00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Tie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25.00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Sports socks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15.00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Full tracksuit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95.00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Tracksuit jacket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60.00</w:t>
      </w:r>
    </w:p>
    <w:p w:rsidR="000E60FA" w:rsidRDefault="000E60FA" w:rsidP="000E60FA">
      <w:pPr>
        <w:ind w:left="720" w:firstLine="720"/>
        <w:rPr>
          <w:rFonts w:asciiTheme="majorHAnsi" w:hAnsiTheme="majorHAnsi" w:cstheme="majorHAnsi"/>
          <w:sz w:val="32"/>
          <w:szCs w:val="32"/>
        </w:rPr>
      </w:pPr>
      <w:bookmarkStart w:id="0" w:name="_GoBack"/>
      <w:bookmarkEnd w:id="0"/>
      <w:r>
        <w:rPr>
          <w:rFonts w:asciiTheme="majorHAnsi" w:hAnsiTheme="majorHAnsi" w:cstheme="majorHAnsi"/>
          <w:sz w:val="32"/>
          <w:szCs w:val="32"/>
        </w:rPr>
        <w:t>Tracksuit pants</w: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HAnsi" w:hAnsiTheme="majorHAnsi" w:cstheme="majorHAnsi"/>
          <w:sz w:val="32"/>
          <w:szCs w:val="32"/>
        </w:rPr>
        <w:tab/>
        <w:t>40.00</w:t>
      </w:r>
    </w:p>
    <w:p w:rsidR="000E60FA" w:rsidRDefault="000E60FA" w:rsidP="008D6328">
      <w:pPr>
        <w:ind w:firstLine="720"/>
        <w:rPr>
          <w:rFonts w:asciiTheme="majorHAnsi" w:hAnsiTheme="majorHAnsi" w:cstheme="majorHAnsi"/>
          <w:sz w:val="32"/>
          <w:szCs w:val="32"/>
        </w:rPr>
      </w:pPr>
    </w:p>
    <w:p w:rsidR="000E60FA" w:rsidRDefault="000E60FA" w:rsidP="008D6328">
      <w:pPr>
        <w:ind w:firstLine="720"/>
        <w:rPr>
          <w:rFonts w:asciiTheme="majorHAnsi" w:hAnsiTheme="majorHAnsi" w:cstheme="majorHAnsi"/>
          <w:sz w:val="32"/>
          <w:szCs w:val="32"/>
        </w:rPr>
      </w:pPr>
    </w:p>
    <w:sectPr w:rsidR="000E60FA" w:rsidSect="000E60FA">
      <w:pgSz w:w="11317" w:h="16262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1E"/>
    <w:rsid w:val="000409FC"/>
    <w:rsid w:val="00045BFD"/>
    <w:rsid w:val="00067930"/>
    <w:rsid w:val="000E60FA"/>
    <w:rsid w:val="00184F6D"/>
    <w:rsid w:val="001A3F9E"/>
    <w:rsid w:val="001F4D22"/>
    <w:rsid w:val="005F040F"/>
    <w:rsid w:val="006A0E33"/>
    <w:rsid w:val="006E37EC"/>
    <w:rsid w:val="0073478D"/>
    <w:rsid w:val="007754A8"/>
    <w:rsid w:val="007B2133"/>
    <w:rsid w:val="007D5543"/>
    <w:rsid w:val="00864FAC"/>
    <w:rsid w:val="008A671E"/>
    <w:rsid w:val="008C54FB"/>
    <w:rsid w:val="008D6328"/>
    <w:rsid w:val="008E1524"/>
    <w:rsid w:val="00937572"/>
    <w:rsid w:val="00984FB5"/>
    <w:rsid w:val="00B77155"/>
    <w:rsid w:val="00CC71EF"/>
    <w:rsid w:val="00D67745"/>
    <w:rsid w:val="00DD799F"/>
    <w:rsid w:val="00E941DD"/>
    <w:rsid w:val="00FC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79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930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79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93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yrej\AppData\Local\Microsoft\Windows\Temporary%20Internet%20Files\Content.Outlook\TS4XRIGJ\PRATTLER%20HALF%20PAGE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PRATTLER HALF PAGE (2)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 JUNCTION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2014-11-12T21:55:00Z</cp:lastPrinted>
  <dcterms:created xsi:type="dcterms:W3CDTF">2015-02-24T20:40:00Z</dcterms:created>
  <dcterms:modified xsi:type="dcterms:W3CDTF">2015-02-24T20:40:00Z</dcterms:modified>
</cp:coreProperties>
</file>